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180606F" w:rsidR="002B4177" w:rsidRPr="00C5638D" w:rsidRDefault="00E11B5E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Inbouw </w:t>
      </w:r>
      <w:proofErr w:type="spellStart"/>
      <w:r>
        <w:rPr>
          <w:rFonts w:ascii="Arial" w:hAnsi="Arial"/>
          <w:bCs/>
          <w:u w:val="none"/>
        </w:rPr>
        <w:t>babybad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</w:t>
      </w:r>
      <w:r w:rsidR="00530CC9">
        <w:rPr>
          <w:u w:val="none"/>
        </w:rPr>
        <w:t xml:space="preserve">1 rechte en 1 schuine </w:t>
      </w:r>
      <w:r w:rsidR="00B11F84">
        <w:rPr>
          <w:u w:val="none"/>
        </w:rPr>
        <w:t>lig</w:t>
      </w:r>
      <w:r w:rsidR="00530CC9">
        <w:rPr>
          <w:u w:val="none"/>
        </w:rPr>
        <w:t>zijde</w:t>
      </w:r>
      <w:r w:rsidR="00082E0C">
        <w:rPr>
          <w:u w:val="none"/>
        </w:rPr>
        <w:t xml:space="preserve">.  </w:t>
      </w:r>
      <w:r w:rsidR="00F12571">
        <w:rPr>
          <w:u w:val="none"/>
        </w:rPr>
        <w:br/>
      </w:r>
      <w:r w:rsidR="00B11F84">
        <w:rPr>
          <w:u w:val="none"/>
        </w:rPr>
        <w:t>De vormgeving van het bad is vooraan afgerond en achteraan rechthoekig.  De afvoeropening bevind zicht aan de recht</w:t>
      </w:r>
      <w:r w:rsidR="0019182E">
        <w:rPr>
          <w:u w:val="none"/>
        </w:rPr>
        <w:t>e</w:t>
      </w:r>
      <w:r w:rsidR="00B11F84">
        <w:rPr>
          <w:u w:val="none"/>
        </w:rPr>
        <w:t xml:space="preserve"> zijde van het bad.  </w:t>
      </w:r>
      <w:r w:rsidR="004975AF">
        <w:rPr>
          <w:u w:val="none"/>
        </w:rPr>
        <w:t>De helling van de schuine zijde is</w:t>
      </w:r>
      <w:r w:rsidR="00C35C62">
        <w:rPr>
          <w:u w:val="none"/>
        </w:rPr>
        <w:t xml:space="preserve"> ontwikkeld </w:t>
      </w:r>
      <w:proofErr w:type="spellStart"/>
      <w:r w:rsidR="00C35C62">
        <w:rPr>
          <w:u w:val="none"/>
        </w:rPr>
        <w:t>ifv</w:t>
      </w:r>
      <w:proofErr w:type="spellEnd"/>
      <w:r w:rsidR="00C35C62">
        <w:rPr>
          <w:u w:val="none"/>
        </w:rPr>
        <w:t xml:space="preserve"> de ergonomie van baby’s of kleine kinderen.</w:t>
      </w:r>
      <w:r w:rsidR="00C35C62">
        <w:rPr>
          <w:u w:val="none"/>
        </w:rPr>
        <w:br/>
      </w:r>
      <w:r w:rsidR="00082E0C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5D61425E" w:rsidR="00D156E9" w:rsidRDefault="00D156E9" w:rsidP="001F1E58">
      <w:r>
        <w:t>Conform</w:t>
      </w:r>
      <w:r w:rsidR="00635AB5">
        <w:t xml:space="preserve"> EN1</w:t>
      </w:r>
      <w:r w:rsidR="00BC3595">
        <w:t>4</w:t>
      </w:r>
      <w:r w:rsidR="00CE3922">
        <w:t>516</w:t>
      </w:r>
    </w:p>
    <w:p w14:paraId="7D67F79A" w14:textId="77777777" w:rsidR="00452943" w:rsidRPr="001F1E58" w:rsidRDefault="00452943" w:rsidP="001F1E58"/>
    <w:p w14:paraId="545D3049" w14:textId="3D7AB566" w:rsidR="00805D65" w:rsidRDefault="00805D65" w:rsidP="00805D65">
      <w:r>
        <w:t>Diepte:</w:t>
      </w:r>
      <w:r>
        <w:tab/>
      </w:r>
      <w:r w:rsidR="00A966A5">
        <w:t>45</w:t>
      </w:r>
      <w:r>
        <w:t>cm</w:t>
      </w:r>
    </w:p>
    <w:p w14:paraId="16123CAF" w14:textId="60C7C342" w:rsidR="00805D65" w:rsidRDefault="00805D65" w:rsidP="00805D65">
      <w:r>
        <w:t>Breedte:</w:t>
      </w:r>
      <w:r>
        <w:tab/>
      </w:r>
      <w:r w:rsidR="00A966A5">
        <w:t>75cm</w:t>
      </w:r>
    </w:p>
    <w:p w14:paraId="54AEC915" w14:textId="7F7896E4" w:rsidR="00805D65" w:rsidRDefault="00805D65" w:rsidP="00805D65">
      <w:r>
        <w:t>Hoogte:</w:t>
      </w:r>
      <w:r>
        <w:tab/>
      </w:r>
      <w:r w:rsidR="00A966A5">
        <w:t>28.8</w:t>
      </w:r>
      <w:r>
        <w:t>cm</w:t>
      </w:r>
    </w:p>
    <w:p w14:paraId="58EFAAC3" w14:textId="6E77DD56" w:rsidR="00B559CE" w:rsidRDefault="00B559CE" w:rsidP="00805D65">
      <w:r>
        <w:t>Inhoud:</w:t>
      </w:r>
      <w:r>
        <w:tab/>
        <w:t>40L</w:t>
      </w:r>
    </w:p>
    <w:p w14:paraId="50651DB8" w14:textId="1D3186EE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  <w:r w:rsidR="00A966A5">
        <w:t xml:space="preserve"> Mat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A22DAD2" w:rsidR="008A5169" w:rsidRDefault="009C61B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317E5B" wp14:editId="13C9619F">
            <wp:extent cx="5743575" cy="37052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0F6D05" w14:textId="5107A5C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D96963">
      <w:rPr>
        <w:rFonts w:ascii="Arial" w:hAnsi="Arial" w:cs="Arial"/>
        <w:b/>
        <w:szCs w:val="24"/>
        <w:lang w:val="nl-BE"/>
      </w:rPr>
      <w:t>Bambini asymmetrisch bad</w:t>
    </w:r>
    <w:r w:rsidR="00B42624">
      <w:rPr>
        <w:rFonts w:ascii="Arial" w:hAnsi="Arial" w:cs="Arial"/>
        <w:b/>
        <w:szCs w:val="24"/>
        <w:lang w:val="nl-B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E0C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66B2"/>
    <w:rsid w:val="001713AD"/>
    <w:rsid w:val="0018200F"/>
    <w:rsid w:val="00186A4B"/>
    <w:rsid w:val="001879EF"/>
    <w:rsid w:val="0019182E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975AF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0CC9"/>
    <w:rsid w:val="00532AC1"/>
    <w:rsid w:val="00535D6A"/>
    <w:rsid w:val="00540609"/>
    <w:rsid w:val="00540DBE"/>
    <w:rsid w:val="005449E5"/>
    <w:rsid w:val="00551608"/>
    <w:rsid w:val="0055371B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61BF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6A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F84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559CE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35C62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922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96963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1B5E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9561F9-D71B-46AF-9D29-8EE76E49534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428</TotalTime>
  <Pages>2</Pages>
  <Words>148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66</cp:revision>
  <cp:lastPrinted>2011-12-15T11:14:00Z</cp:lastPrinted>
  <dcterms:created xsi:type="dcterms:W3CDTF">2020-03-10T16:23:00Z</dcterms:created>
  <dcterms:modified xsi:type="dcterms:W3CDTF">2024-02-16T09:31:00Z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